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220F" w14:textId="77777777" w:rsidR="00BB044F" w:rsidRPr="000D6839" w:rsidRDefault="00D97E60" w:rsidP="005A32D6">
      <w:pPr>
        <w:pStyle w:val="EVENTTitle"/>
      </w:pPr>
      <w:proofErr w:type="spellStart"/>
      <w:r>
        <w:t>EVENT_</w:t>
      </w:r>
      <w:r w:rsidR="00D97FB6">
        <w:t>Title</w:t>
      </w:r>
      <w:proofErr w:type="spellEnd"/>
      <w:r>
        <w:t xml:space="preserve"> Style</w:t>
      </w:r>
    </w:p>
    <w:p w14:paraId="274E2210" w14:textId="77777777" w:rsidR="00BB044F" w:rsidRPr="00471F82" w:rsidRDefault="00BB044F" w:rsidP="00BB044F">
      <w:pPr>
        <w:pStyle w:val="EVENTSpeaker"/>
      </w:pPr>
      <w:r>
        <w:t xml:space="preserve">Speaker </w:t>
      </w:r>
      <w:r w:rsidRPr="00471F82">
        <w:t>— Alan Green</w:t>
      </w:r>
    </w:p>
    <w:p w14:paraId="274E2211" w14:textId="77777777" w:rsidR="00BB044F" w:rsidRDefault="00D97FB6" w:rsidP="00BB044F">
      <w:pPr>
        <w:pStyle w:val="EVENTDetails"/>
      </w:pPr>
      <w:r>
        <w:t>Event Details</w:t>
      </w:r>
      <w:r w:rsidR="00D97E60">
        <w:t xml:space="preserve"> Style</w:t>
      </w:r>
      <w:r>
        <w:t xml:space="preserve"> (title, position)</w:t>
      </w:r>
    </w:p>
    <w:p w14:paraId="274E2212" w14:textId="77777777" w:rsidR="00BB044F" w:rsidRPr="00461A27" w:rsidRDefault="00BB044F" w:rsidP="00BB044F">
      <w:pPr>
        <w:pStyle w:val="EVENTDetails"/>
      </w:pPr>
    </w:p>
    <w:p w14:paraId="274E2213" w14:textId="77777777" w:rsidR="00BB044F" w:rsidRPr="00461A27" w:rsidRDefault="00D97FB6" w:rsidP="00BB044F">
      <w:pPr>
        <w:pStyle w:val="EVENTDetails"/>
      </w:pPr>
      <w:r>
        <w:t xml:space="preserve">Event Details </w:t>
      </w:r>
      <w:r w:rsidR="00D97E60">
        <w:t xml:space="preserve">Style </w:t>
      </w:r>
      <w:r>
        <w:t>(department, location)</w:t>
      </w:r>
    </w:p>
    <w:p w14:paraId="274E2214" w14:textId="77777777" w:rsidR="00BB044F" w:rsidRPr="00471F82" w:rsidRDefault="00D97FB6" w:rsidP="00BB044F">
      <w:pPr>
        <w:pStyle w:val="EVENTDate"/>
      </w:pPr>
      <w:r>
        <w:t>EVENT Date</w:t>
      </w:r>
      <w:r w:rsidR="00D97E60">
        <w:t xml:space="preserve"> Style</w:t>
      </w:r>
      <w:r>
        <w:t xml:space="preserve"> (Month XX</w:t>
      </w:r>
      <w:r w:rsidR="00BB044F" w:rsidRPr="00471F82">
        <w:t xml:space="preserve">, 2018 </w:t>
      </w:r>
      <w:r w:rsidR="00BB044F">
        <w:t xml:space="preserve"> </w:t>
      </w:r>
      <w:r w:rsidR="00BB044F" w:rsidRPr="006506CA">
        <w:rPr>
          <w:color w:val="FDB525"/>
          <w:sz w:val="20"/>
        </w:rPr>
        <w:t>•</w:t>
      </w:r>
      <w:r w:rsidR="00BB044F" w:rsidRPr="00471F82">
        <w:t xml:space="preserve"> </w:t>
      </w:r>
      <w:r w:rsidR="00BB044F">
        <w:t xml:space="preserve"> </w:t>
      </w:r>
      <w:r>
        <w:t>XX</w:t>
      </w:r>
      <w:r w:rsidR="00BB044F" w:rsidRPr="00471F82">
        <w:t xml:space="preserve">:00 AM </w:t>
      </w:r>
      <w:r w:rsidR="00BB044F">
        <w:t xml:space="preserve">– </w:t>
      </w:r>
      <w:r>
        <w:t>XX</w:t>
      </w:r>
      <w:r w:rsidR="00BB044F" w:rsidRPr="00471F82">
        <w:t>:00 AM</w:t>
      </w:r>
      <w:r>
        <w:t>)</w:t>
      </w:r>
    </w:p>
    <w:p w14:paraId="274E2215" w14:textId="77777777" w:rsidR="00BB044F" w:rsidRPr="00A21CFA" w:rsidRDefault="005A32D6" w:rsidP="00A21CFA">
      <w:pPr>
        <w:pStyle w:val="FREE"/>
      </w:pPr>
      <w:r w:rsidRPr="00A21CFA"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274E221C" wp14:editId="274E221D">
                <wp:simplePos x="0" y="0"/>
                <wp:positionH relativeFrom="margin">
                  <wp:posOffset>0</wp:posOffset>
                </wp:positionH>
                <wp:positionV relativeFrom="paragraph">
                  <wp:posOffset>404657</wp:posOffset>
                </wp:positionV>
                <wp:extent cx="5038344" cy="232826"/>
                <wp:effectExtent l="0" t="0" r="0" b="0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38344" cy="232826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B9DFE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0;margin-top:31.85pt;width:396.7pt;height:18.35pt;z-index:2516817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BB044F" w:rsidRPr="00A21CFA">
        <w:t>FREE</w:t>
      </w:r>
    </w:p>
    <w:p w14:paraId="274E2216" w14:textId="77777777" w:rsidR="00C34FCA" w:rsidRDefault="00C34FCA" w:rsidP="002E570E">
      <w:pPr>
        <w:pStyle w:val="EVENTMainText"/>
      </w:pPr>
      <w:r w:rsidRPr="005A32D6">
        <w:rPr>
          <w:b/>
          <w:noProof/>
          <w:color w:val="FDB525"/>
        </w:rPr>
        <mc:AlternateContent>
          <mc:Choice Requires="wps">
            <w:drawing>
              <wp:anchor distT="0" distB="0" distL="0" distR="365760" simplePos="0" relativeHeight="251675648" behindDoc="1" locked="1" layoutInCell="1" allowOverlap="0" wp14:anchorId="274E221E" wp14:editId="274E221F">
                <wp:simplePos x="0" y="0"/>
                <wp:positionH relativeFrom="insideMargin">
                  <wp:posOffset>260985</wp:posOffset>
                </wp:positionH>
                <wp:positionV relativeFrom="page">
                  <wp:posOffset>2160905</wp:posOffset>
                </wp:positionV>
                <wp:extent cx="1700530" cy="5702935"/>
                <wp:effectExtent l="0" t="0" r="0" b="0"/>
                <wp:wrapTight wrapText="right">
                  <wp:wrapPolygon edited="0">
                    <wp:start x="0" y="0"/>
                    <wp:lineTo x="0" y="21501"/>
                    <wp:lineTo x="21294" y="21501"/>
                    <wp:lineTo x="21294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5702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2234" w14:textId="77777777" w:rsidR="00BB044F" w:rsidRPr="00A21CFA" w:rsidRDefault="00BB044F" w:rsidP="00BB044F">
                            <w:pPr>
                              <w:pStyle w:val="EVENTSidebarheading"/>
                            </w:pPr>
                            <w:r w:rsidRPr="00A21CFA">
                              <w:t xml:space="preserve">Talk Up </w:t>
                            </w:r>
                            <w:r w:rsidRPr="00A21CFA">
                              <w:br/>
                              <w:t>Tuesdays</w:t>
                            </w:r>
                            <w:r w:rsidR="00D97E60">
                              <w:t xml:space="preserve"> (Sidebar Heading Style)</w:t>
                            </w:r>
                          </w:p>
                          <w:p w14:paraId="274E2235" w14:textId="77777777" w:rsidR="00184872" w:rsidRDefault="00BB044F" w:rsidP="00A21CFA">
                            <w:pPr>
                              <w:pStyle w:val="EVENTSidebarsubheading"/>
                            </w:pPr>
                            <w:r w:rsidRPr="00A21CFA">
                              <w:t xml:space="preserve">Speaker Series </w:t>
                            </w:r>
                            <w:r w:rsidRPr="00A21CFA">
                              <w:br/>
                              <w:t>for Hampden County Businesses</w:t>
                            </w:r>
                            <w:r w:rsidR="00D97E60">
                              <w:t xml:space="preserve"> (Sidebar Heading Style)</w:t>
                            </w:r>
                          </w:p>
                          <w:p w14:paraId="274E2236" w14:textId="77777777" w:rsidR="00D97E60" w:rsidRDefault="00D97E60" w:rsidP="00D97E60">
                            <w:pPr>
                              <w:pStyle w:val="EVENTSidebartext"/>
                              <w:rPr>
                                <w:noProof/>
                              </w:rPr>
                            </w:pPr>
                            <w:r w:rsidRPr="00D97E60">
                              <w:rPr>
                                <w:b/>
                              </w:rPr>
                              <w:t>Sidebar Text Style…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E221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0.55pt;margin-top:170.15pt;width:133.9pt;height:449.05pt;z-index:-251640832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" o:allowoverlap="f" fillcolor="white [3201]" stroked="f" strokeweight=".5pt">
                <v:textbox inset="3.6pt,0,3.6pt">
                  <w:txbxContent>
                    <w:p w14:paraId="274E2234" w14:textId="77777777" w:rsidR="00BB044F" w:rsidRPr="00A21CFA" w:rsidRDefault="00BB044F" w:rsidP="00BB044F">
                      <w:pPr>
                        <w:pStyle w:val="EVENTSidebarheading"/>
                      </w:pPr>
                      <w:r w:rsidRPr="00A21CFA">
                        <w:t xml:space="preserve">Talk Up </w:t>
                      </w:r>
                      <w:r w:rsidRPr="00A21CFA">
                        <w:br/>
                        <w:t>Tuesdays</w:t>
                      </w:r>
                      <w:r w:rsidR="00D97E60">
                        <w:t xml:space="preserve"> (Sidebar Heading Style)</w:t>
                      </w:r>
                    </w:p>
                    <w:p w14:paraId="274E2235" w14:textId="77777777" w:rsidR="00184872" w:rsidRDefault="00BB044F" w:rsidP="00A21CFA">
                      <w:pPr>
                        <w:pStyle w:val="EVENTSidebarsubheading"/>
                      </w:pPr>
                      <w:r w:rsidRPr="00A21CFA">
                        <w:t xml:space="preserve">Speaker Series </w:t>
                      </w:r>
                      <w:r w:rsidRPr="00A21CFA">
                        <w:br/>
                        <w:t>for Hampden County Businesses</w:t>
                      </w:r>
                      <w:r w:rsidR="00D97E60">
                        <w:t xml:space="preserve"> (Sidebar Heading Style)</w:t>
                      </w:r>
                    </w:p>
                    <w:p w14:paraId="274E2236" w14:textId="77777777" w:rsidR="00D97E60" w:rsidRDefault="00D97E60" w:rsidP="00D97E60">
                      <w:pPr>
                        <w:pStyle w:val="EVENTSidebartext"/>
                        <w:rPr>
                          <w:noProof/>
                        </w:rPr>
                      </w:pPr>
                      <w:r w:rsidRPr="00D97E60">
                        <w:rPr>
                          <w:b/>
                        </w:rPr>
                        <w:t>Sidebar Text Style…</w:t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>Lorem ipsum dolor sit amet, consectetuer adipiscing elit. Maecenas porttitor congue massa.</w:t>
                      </w:r>
                    </w:p>
                  </w:txbxContent>
                </v:textbox>
                <w10:wrap type="tight" side="right" anchorx="margin" anchory="page"/>
                <w10:anchorlock/>
              </v:shape>
            </w:pict>
          </mc:Fallback>
        </mc:AlternateContent>
      </w:r>
      <w:r w:rsidR="005A32D6" w:rsidRPr="005A32D6">
        <w:rPr>
          <w:b/>
        </w:rPr>
        <w:t xml:space="preserve">EVENT Main Text… </w:t>
      </w:r>
      <w:r w:rsidR="00842CFA" w:rsidRPr="00842CFA">
        <w:t xml:space="preserve">At </w:t>
      </w:r>
      <w:proofErr w:type="spellStart"/>
      <w:r w:rsidR="00842CFA" w:rsidRPr="00842CFA">
        <w:t>vero</w:t>
      </w:r>
      <w:proofErr w:type="spellEnd"/>
      <w:r w:rsidR="00842CFA" w:rsidRPr="00842CFA">
        <w:t xml:space="preserve"> </w:t>
      </w:r>
      <w:proofErr w:type="spellStart"/>
      <w:r w:rsidR="00842CFA" w:rsidRPr="00842CFA">
        <w:t>eos</w:t>
      </w:r>
      <w:proofErr w:type="spellEnd"/>
      <w:r w:rsidR="00842CFA" w:rsidRPr="00842CFA">
        <w:t xml:space="preserve"> et </w:t>
      </w:r>
      <w:proofErr w:type="spellStart"/>
      <w:r w:rsidR="00842CFA" w:rsidRPr="00842CFA">
        <w:t>accusamus</w:t>
      </w:r>
      <w:proofErr w:type="spellEnd"/>
      <w:r w:rsidR="00842CFA" w:rsidRPr="00842CFA">
        <w:t xml:space="preserve"> et </w:t>
      </w:r>
      <w:proofErr w:type="spellStart"/>
      <w:r w:rsidR="00842CFA" w:rsidRPr="00842CFA">
        <w:t>iusto</w:t>
      </w:r>
      <w:proofErr w:type="spellEnd"/>
      <w:r w:rsidR="00842CFA" w:rsidRPr="00842CFA">
        <w:t xml:space="preserve"> </w:t>
      </w:r>
      <w:proofErr w:type="spellStart"/>
      <w:r w:rsidR="00842CFA" w:rsidRPr="00842CFA">
        <w:t>odio</w:t>
      </w:r>
      <w:proofErr w:type="spellEnd"/>
      <w:r w:rsidR="00842CFA" w:rsidRPr="00842CFA">
        <w:t xml:space="preserve"> </w:t>
      </w:r>
      <w:proofErr w:type="spellStart"/>
      <w:r w:rsidR="00842CFA" w:rsidRPr="00842CFA">
        <w:t>dignissimos</w:t>
      </w:r>
      <w:proofErr w:type="spellEnd"/>
      <w:r w:rsidR="00842CFA" w:rsidRPr="00842CFA">
        <w:t xml:space="preserve"> </w:t>
      </w:r>
      <w:proofErr w:type="spellStart"/>
      <w:r w:rsidR="00842CFA" w:rsidRPr="00842CFA">
        <w:t>ducimus</w:t>
      </w:r>
      <w:proofErr w:type="spellEnd"/>
      <w:r w:rsidR="00842CFA" w:rsidRPr="00842CFA">
        <w:t xml:space="preserve"> qui </w:t>
      </w:r>
      <w:proofErr w:type="spellStart"/>
      <w:r w:rsidR="00842CFA" w:rsidRPr="00842CFA">
        <w:t>blanditiis</w:t>
      </w:r>
      <w:proofErr w:type="spellEnd"/>
      <w:r w:rsidR="00842CFA"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provident, </w:t>
      </w: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 w:rsidR="0057496A">
        <w:t xml:space="preserve">id </w:t>
      </w:r>
      <w:proofErr w:type="spellStart"/>
      <w:r w:rsidR="0057496A">
        <w:t>est</w:t>
      </w:r>
      <w:proofErr w:type="spellEnd"/>
      <w:r w:rsidR="0057496A">
        <w:t xml:space="preserve"> </w:t>
      </w:r>
      <w:proofErr w:type="spellStart"/>
      <w:r w:rsidR="0057496A">
        <w:t>laborum</w:t>
      </w:r>
      <w:proofErr w:type="spellEnd"/>
      <w:r w:rsidR="0057496A">
        <w:t xml:space="preserve"> et </w:t>
      </w:r>
      <w:proofErr w:type="spellStart"/>
      <w:r w:rsidR="0057496A">
        <w:t>dolorum</w:t>
      </w:r>
      <w:proofErr w:type="spellEnd"/>
      <w:r w:rsidR="0057496A">
        <w:t xml:space="preserve"> </w:t>
      </w:r>
      <w:proofErr w:type="spellStart"/>
      <w:r w:rsidR="0057496A">
        <w:t>fuga</w:t>
      </w:r>
      <w:proofErr w:type="spellEnd"/>
      <w:r w:rsidR="0057496A">
        <w:t>.</w:t>
      </w:r>
    </w:p>
    <w:p w14:paraId="274E2217" w14:textId="77777777" w:rsidR="0057496A" w:rsidRDefault="005A32D6" w:rsidP="00CF3B2B">
      <w:pPr>
        <w:pStyle w:val="EVENTBullets"/>
      </w:pPr>
      <w:r w:rsidRPr="005A32D6">
        <w:rPr>
          <w:b/>
        </w:rPr>
        <w:t>EVENT Bullet…</w:t>
      </w:r>
      <w:r>
        <w:t xml:space="preserve"> </w:t>
      </w:r>
      <w:proofErr w:type="spellStart"/>
      <w:r w:rsidR="009C09B5" w:rsidRPr="000935E8">
        <w:t>quidem</w:t>
      </w:r>
      <w:proofErr w:type="spellEnd"/>
      <w:r w:rsidR="009C09B5" w:rsidRPr="000935E8">
        <w:t xml:space="preserve"> rerum facilis </w:t>
      </w:r>
      <w:proofErr w:type="spellStart"/>
      <w:r w:rsidR="009C09B5" w:rsidRPr="000935E8">
        <w:t>est</w:t>
      </w:r>
      <w:proofErr w:type="spellEnd"/>
      <w:r w:rsidR="009C09B5" w:rsidRPr="000935E8">
        <w:t xml:space="preserve"> et </w:t>
      </w:r>
      <w:proofErr w:type="spellStart"/>
      <w:r w:rsidR="009C09B5" w:rsidRPr="000935E8">
        <w:t>expedita</w:t>
      </w:r>
      <w:proofErr w:type="spellEnd"/>
      <w:r w:rsidR="009C09B5" w:rsidRPr="000935E8">
        <w:t xml:space="preserve"> </w:t>
      </w:r>
      <w:proofErr w:type="spellStart"/>
      <w:r w:rsidR="009C09B5" w:rsidRPr="000935E8">
        <w:t>distinctio</w:t>
      </w:r>
      <w:proofErr w:type="spellEnd"/>
      <w:r w:rsidR="009C09B5" w:rsidRPr="000935E8">
        <w:t>.</w:t>
      </w:r>
    </w:p>
    <w:p w14:paraId="274E2218" w14:textId="77777777" w:rsidR="009C09B5" w:rsidRDefault="009C09B5" w:rsidP="00CF3B2B">
      <w:pPr>
        <w:pStyle w:val="EVENT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274E2219" w14:textId="77777777" w:rsidR="009C09B5" w:rsidRPr="000935E8" w:rsidRDefault="009C09B5" w:rsidP="00CF3B2B">
      <w:pPr>
        <w:pStyle w:val="EVENT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274E221A" w14:textId="77777777" w:rsidR="00C34FCA" w:rsidRPr="00035E8E" w:rsidRDefault="00C34FCA" w:rsidP="000401E7">
      <w:pPr>
        <w:pStyle w:val="EVENTMainText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401E7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  <w:r w:rsidRPr="00035E8E">
        <w:t xml:space="preserve"> </w:t>
      </w:r>
    </w:p>
    <w:p w14:paraId="274E221B" w14:textId="77777777" w:rsidR="00C34FCA" w:rsidRPr="000935E8" w:rsidRDefault="00782D48" w:rsidP="00035E8E">
      <w:pPr>
        <w:pStyle w:val="EVENTMai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274E2220" wp14:editId="274E2221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2237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E2220" id="Text Box 18" o:spid="_x0000_s1027" type="#_x0000_t202" style="position:absolute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274E2237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proofErr w:type="spellStart"/>
      <w:r w:rsidR="00C34FCA" w:rsidRPr="00035E8E">
        <w:t>deleniti</w:t>
      </w:r>
      <w:proofErr w:type="spellEnd"/>
      <w:r w:rsidR="00C34FCA" w:rsidRPr="00035E8E">
        <w:t xml:space="preserve"> </w:t>
      </w:r>
      <w:proofErr w:type="spellStart"/>
      <w:r w:rsidR="00C34FCA" w:rsidRPr="00035E8E">
        <w:t>atque</w:t>
      </w:r>
      <w:proofErr w:type="spellEnd"/>
      <w:r w:rsidR="00C34FCA" w:rsidRPr="00035E8E">
        <w:t xml:space="preserve"> </w:t>
      </w:r>
      <w:proofErr w:type="spellStart"/>
      <w:r w:rsidR="00C34FCA" w:rsidRPr="00035E8E">
        <w:t>corrupti</w:t>
      </w:r>
      <w:proofErr w:type="spellEnd"/>
      <w:r w:rsidR="00C34FCA" w:rsidRPr="00035E8E">
        <w:t xml:space="preserve"> quos </w:t>
      </w:r>
      <w:proofErr w:type="spellStart"/>
      <w:r w:rsidR="00C34FCA" w:rsidRPr="00035E8E">
        <w:t>dolores</w:t>
      </w:r>
      <w:proofErr w:type="spellEnd"/>
      <w:r w:rsidR="00C34FCA" w:rsidRPr="00035E8E">
        <w:t xml:space="preserve"> et </w:t>
      </w:r>
      <w:proofErr w:type="spellStart"/>
      <w:r w:rsidR="00C34FCA" w:rsidRPr="00035E8E">
        <w:t>quas</w:t>
      </w:r>
      <w:proofErr w:type="spellEnd"/>
      <w:r w:rsidR="00C34FCA" w:rsidRPr="00035E8E">
        <w:t xml:space="preserve"> </w:t>
      </w:r>
      <w:proofErr w:type="spellStart"/>
      <w:r w:rsidR="00C34FCA" w:rsidRPr="00035E8E">
        <w:t>molestias</w:t>
      </w:r>
      <w:proofErr w:type="spellEnd"/>
      <w:r w:rsidR="00C34FCA" w:rsidRPr="00035E8E">
        <w:t xml:space="preserve"> </w:t>
      </w:r>
      <w:proofErr w:type="spellStart"/>
      <w:r w:rsidR="00C34FCA" w:rsidRPr="00035E8E">
        <w:t>excepturi</w:t>
      </w:r>
      <w:proofErr w:type="spellEnd"/>
      <w:r w:rsidR="00C34FCA" w:rsidRPr="00035E8E">
        <w:t xml:space="preserve"> </w:t>
      </w:r>
      <w:proofErr w:type="spellStart"/>
      <w:r w:rsidR="00C34FCA" w:rsidRPr="00035E8E">
        <w:t>sint</w:t>
      </w:r>
      <w:proofErr w:type="spellEnd"/>
      <w:r w:rsidR="00C34FCA" w:rsidRPr="00035E8E">
        <w:t xml:space="preserve"> </w:t>
      </w:r>
      <w:proofErr w:type="spellStart"/>
      <w:r w:rsidR="00C34FCA" w:rsidRPr="00035E8E">
        <w:t>occaecati</w:t>
      </w:r>
      <w:proofErr w:type="spellEnd"/>
      <w:r w:rsidR="00C34FCA" w:rsidRPr="00035E8E">
        <w:t xml:space="preserve"> </w:t>
      </w:r>
      <w:proofErr w:type="spellStart"/>
      <w:r w:rsidR="00C34FCA" w:rsidRPr="00035E8E">
        <w:t>cupiditate</w:t>
      </w:r>
      <w:proofErr w:type="spellEnd"/>
      <w:r w:rsidR="00C34FCA" w:rsidRPr="00035E8E">
        <w:t xml:space="preserve"> non provident, </w:t>
      </w:r>
      <w:proofErr w:type="spellStart"/>
      <w:r w:rsidR="00C34FCA" w:rsidRPr="00035E8E">
        <w:t>similique</w:t>
      </w:r>
      <w:proofErr w:type="spellEnd"/>
      <w:r w:rsidR="00C34FCA" w:rsidRPr="00035E8E">
        <w:t xml:space="preserve"> sunt in culpa qui </w:t>
      </w:r>
      <w:proofErr w:type="spellStart"/>
      <w:r w:rsidR="00C34FCA" w:rsidRPr="00035E8E">
        <w:t>officia</w:t>
      </w:r>
      <w:proofErr w:type="spellEnd"/>
      <w:r w:rsidR="00C34FCA" w:rsidRPr="00035E8E">
        <w:t xml:space="preserve"> </w:t>
      </w:r>
      <w:proofErr w:type="spellStart"/>
      <w:r w:rsidR="00C34FCA" w:rsidRPr="00035E8E">
        <w:t>deserunt</w:t>
      </w:r>
      <w:proofErr w:type="spellEnd"/>
      <w:r w:rsidR="00C34FCA" w:rsidRPr="00035E8E">
        <w:t xml:space="preserve"> </w:t>
      </w:r>
      <w:proofErr w:type="spellStart"/>
      <w:r w:rsidR="00C34FCA" w:rsidRPr="00035E8E">
        <w:t>mollitia</w:t>
      </w:r>
      <w:proofErr w:type="spellEnd"/>
      <w:r w:rsidR="00C34FCA" w:rsidRPr="00035E8E">
        <w:t xml:space="preserve"> animi, id </w:t>
      </w:r>
      <w:proofErr w:type="spellStart"/>
      <w:r w:rsidR="00C34FCA" w:rsidRPr="00035E8E">
        <w:t>est</w:t>
      </w:r>
      <w:proofErr w:type="spellEnd"/>
      <w:r w:rsidR="00C34FCA" w:rsidRPr="00035E8E">
        <w:t xml:space="preserve"> </w:t>
      </w:r>
      <w:proofErr w:type="spellStart"/>
      <w:r w:rsidR="00C34FCA" w:rsidRPr="00035E8E">
        <w:t>laborum</w:t>
      </w:r>
      <w:proofErr w:type="spellEnd"/>
      <w:r w:rsidR="00C34FCA" w:rsidRPr="00035E8E">
        <w:t xml:space="preserve"> et </w:t>
      </w:r>
      <w:proofErr w:type="spellStart"/>
      <w:r w:rsidR="00C34FCA" w:rsidRPr="00035E8E">
        <w:t>dolorum</w:t>
      </w:r>
      <w:proofErr w:type="spellEnd"/>
      <w:r w:rsidR="00C34FCA" w:rsidRPr="00035E8E">
        <w:t xml:space="preserve"> </w:t>
      </w:r>
      <w:proofErr w:type="spellStart"/>
      <w:r w:rsidR="00C34FCA" w:rsidRPr="00035E8E">
        <w:t>fuga</w:t>
      </w:r>
      <w:proofErr w:type="spellEnd"/>
      <w:r w:rsidR="00C34FCA" w:rsidRPr="00035E8E">
        <w:t>. Et</w:t>
      </w:r>
      <w:r w:rsidR="00C34FCA" w:rsidRPr="000935E8">
        <w:t xml:space="preserve"> </w:t>
      </w:r>
      <w:proofErr w:type="spellStart"/>
      <w:r w:rsidR="00C34FCA" w:rsidRPr="000935E8">
        <w:t>harum</w:t>
      </w:r>
      <w:proofErr w:type="spellEnd"/>
      <w:r w:rsidR="00C34FCA" w:rsidRPr="000935E8">
        <w:t xml:space="preserve"> </w:t>
      </w:r>
      <w:proofErr w:type="spellStart"/>
      <w:r w:rsidR="00C34FCA" w:rsidRPr="000935E8">
        <w:t>quidem</w:t>
      </w:r>
      <w:proofErr w:type="spellEnd"/>
      <w:r w:rsidR="00C34FCA" w:rsidRPr="000935E8">
        <w:t xml:space="preserve"> rerum facilis </w:t>
      </w:r>
      <w:proofErr w:type="spellStart"/>
      <w:r w:rsidR="00C34FCA" w:rsidRPr="000935E8">
        <w:t>est</w:t>
      </w:r>
      <w:proofErr w:type="spellEnd"/>
      <w:r w:rsidR="00C34FCA" w:rsidRPr="000935E8">
        <w:t xml:space="preserve"> et </w:t>
      </w:r>
      <w:proofErr w:type="spellStart"/>
      <w:r w:rsidR="00926DA2">
        <w:t>expedita</w:t>
      </w:r>
      <w:proofErr w:type="spellEnd"/>
      <w:r w:rsidR="00926DA2">
        <w:t xml:space="preserve"> </w:t>
      </w:r>
      <w:proofErr w:type="spellStart"/>
      <w:r w:rsidR="00926DA2">
        <w:t>distinctio</w:t>
      </w:r>
      <w:proofErr w:type="spellEnd"/>
      <w:r w:rsidR="00926DA2">
        <w:t>. Nam libero.</w:t>
      </w:r>
    </w:p>
    <w:sectPr w:rsidR="00C34FCA" w:rsidRPr="000935E8" w:rsidSect="00782D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2880" w:right="576" w:bottom="720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E2224" w14:textId="77777777" w:rsidR="00C4441E" w:rsidRDefault="00C4441E" w:rsidP="000D0D73">
      <w:r>
        <w:separator/>
      </w:r>
    </w:p>
  </w:endnote>
  <w:endnote w:type="continuationSeparator" w:id="0">
    <w:p w14:paraId="274E2225" w14:textId="77777777" w:rsidR="00C4441E" w:rsidRDefault="00C4441E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08A51A54-52C8-4A51-8A16-1BE9B5B3AD3C}"/>
    <w:embedBold r:id="rId2" w:fontKey="{FB9F0947-1174-4C4B-9B8D-8C2222396B74}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8" w14:textId="77777777" w:rsidR="00D44E7B" w:rsidRDefault="00D44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9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274E2232" wp14:editId="274E2233">
              <wp:simplePos x="0" y="0"/>
              <wp:positionH relativeFrom="page">
                <wp:posOffset>365760</wp:posOffset>
              </wp:positionH>
              <wp:positionV relativeFrom="bottomMargin">
                <wp:posOffset>182880</wp:posOffset>
              </wp:positionV>
              <wp:extent cx="6995160" cy="320040"/>
              <wp:effectExtent l="0" t="0" r="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5160" cy="320040"/>
                      </a:xfrm>
                      <a:prstGeom prst="flowChartProcess">
                        <a:avLst/>
                      </a:prstGeom>
                      <a:solidFill>
                        <a:srgbClr val="003A5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7A5319" w14:textId="750886D9" w:rsidR="005F73BD" w:rsidRDefault="000D2A98" w:rsidP="00976418">
                          <w:pPr>
                            <w:pStyle w:val="EVENTFooterAddressInfo"/>
                          </w:pPr>
                          <w:r>
                            <w:t>186 Alewife Brook Parkway, Suite 216</w:t>
                          </w:r>
                          <w:r w:rsidR="00503A83">
                            <w:t xml:space="preserve"> </w:t>
                          </w:r>
                          <w:r w:rsidR="00976418">
                            <w:t xml:space="preserve">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>
                            <w:t>Cambridge, MA 02138</w:t>
                          </w:r>
                          <w:r w:rsidR="00976418">
                            <w:t xml:space="preserve"> 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>
                            <w:t>617.864.1500</w:t>
                          </w:r>
                          <w:r w:rsidR="001575CC" w:rsidRPr="001575CC">
                            <w:t xml:space="preserve"> 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 w:rsidR="0023684E">
                            <w:t>www.</w:t>
                          </w:r>
                          <w:r w:rsidR="005F73BD">
                            <w:t>m</w:t>
                          </w:r>
                          <w:r w:rsidR="00C202B9">
                            <w:t>ass</w:t>
                          </w:r>
                          <w:r w:rsidR="005F73BD">
                            <w:t>h</w:t>
                          </w:r>
                          <w:r w:rsidR="00C202B9">
                            <w:t>ire</w:t>
                          </w:r>
                          <w:r w:rsidR="005F73BD">
                            <w:t>mncareers.com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74E2232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28.8pt;margin-top:14.4pt;width:550.8pt;height:25.2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" fillcolor="#003a5d" stroked="f">
              <v:textbox inset="0,0,0">
                <w:txbxContent>
                  <w:p w14:paraId="1E7A5319" w14:textId="750886D9" w:rsidR="005F73BD" w:rsidRDefault="000D2A98" w:rsidP="00976418">
                    <w:pPr>
                      <w:pStyle w:val="EVENTFooterAddressInfo"/>
                    </w:pPr>
                    <w:r>
                      <w:t>186 Alewife Brook Parkway, Suite 216</w:t>
                    </w:r>
                    <w:r w:rsidR="00503A83">
                      <w:t xml:space="preserve"> </w:t>
                    </w:r>
                    <w:r w:rsidR="00976418">
                      <w:t xml:space="preserve">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>
                      <w:t>Cambridge, MA 02138</w:t>
                    </w:r>
                    <w:r w:rsidR="00976418">
                      <w:t xml:space="preserve"> 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>
                      <w:t>617.864.1500</w:t>
                    </w:r>
                    <w:r w:rsidR="001575CC" w:rsidRPr="001575CC">
                      <w:t xml:space="preserve"> 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 w:rsidR="0023684E">
                      <w:t>www.</w:t>
                    </w:r>
                    <w:r w:rsidR="005F73BD">
                      <w:t>m</w:t>
                    </w:r>
                    <w:r w:rsidR="00C202B9">
                      <w:t>ass</w:t>
                    </w:r>
                    <w:r w:rsidR="005F73BD">
                      <w:t>h</w:t>
                    </w:r>
                    <w:r w:rsidR="00C202B9">
                      <w:t>ire</w:t>
                    </w:r>
                    <w:r w:rsidR="005F73BD">
                      <w:t>mncareers.com</w:t>
                    </w: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B" w14:textId="77777777" w:rsidR="00D44E7B" w:rsidRDefault="00D44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E2222" w14:textId="77777777" w:rsidR="00C4441E" w:rsidRDefault="00C4441E" w:rsidP="000D0D73">
      <w:r>
        <w:separator/>
      </w:r>
    </w:p>
  </w:footnote>
  <w:footnote w:type="continuationSeparator" w:id="0">
    <w:p w14:paraId="274E2223" w14:textId="77777777" w:rsidR="00C4441E" w:rsidRDefault="00C4441E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6" w14:textId="77777777" w:rsidR="00D44E7B" w:rsidRDefault="00D44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7" w14:textId="77777777" w:rsidR="00C124FC" w:rsidRDefault="000D2A98" w:rsidP="00D44E7B">
    <w:pPr>
      <w:pStyle w:val="EVENTFooterAddressInfo"/>
      <w:jc w:val="left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74E222C" wp14:editId="274E222D">
          <wp:simplePos x="0" y="0"/>
          <wp:positionH relativeFrom="column">
            <wp:posOffset>-2312357</wp:posOffset>
          </wp:positionH>
          <wp:positionV relativeFrom="paragraph">
            <wp:posOffset>-287020</wp:posOffset>
          </wp:positionV>
          <wp:extent cx="5995062" cy="1842448"/>
          <wp:effectExtent l="0" t="0" r="0" b="0"/>
          <wp:wrapNone/>
          <wp:docPr id="1" name="Picture 1" descr="C:\Users\marina.r.zhavoronkov\Desktop\Board Logos\Workforce_MetroNorth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.r.zhavoronkov\Desktop\Board Logos\Workforce_MetroNorth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5062" cy="184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738" w:rsidRPr="00D52F52"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74E222E" wp14:editId="274E222F">
              <wp:simplePos x="0" y="0"/>
              <wp:positionH relativeFrom="page">
                <wp:posOffset>2172970</wp:posOffset>
              </wp:positionH>
              <wp:positionV relativeFrom="page">
                <wp:posOffset>1875790</wp:posOffset>
              </wp:positionV>
              <wp:extent cx="0" cy="7216775"/>
              <wp:effectExtent l="0" t="0" r="19050" b="22225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16775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E4F2AA" id="Straight Connector 1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" from="171.1pt,147.7pt" to="171.1pt,7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" strokecolor="#fdb525" strokeweight="2pt">
              <w10:wrap anchorx="page" anchory="page"/>
              <w10:anchorlock/>
            </v:line>
          </w:pict>
        </mc:Fallback>
      </mc:AlternateContent>
    </w:r>
    <w:r w:rsidR="00C124FC"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274E2230" wp14:editId="274E2231">
              <wp:simplePos x="0" y="0"/>
              <wp:positionH relativeFrom="margin">
                <wp:align>right</wp:align>
              </wp:positionH>
              <wp:positionV relativeFrom="page">
                <wp:posOffset>1316990</wp:posOffset>
              </wp:positionV>
              <wp:extent cx="7040880" cy="320040"/>
              <wp:effectExtent l="0" t="0" r="7620" b="381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0880" cy="32004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E2238" w14:textId="77777777" w:rsidR="00C124FC" w:rsidRDefault="00BB044F" w:rsidP="00EC1D52">
                          <w:pPr>
                            <w:pStyle w:val="EVENTinheader"/>
                            <w:ind w:left="-3150"/>
                          </w:pPr>
                          <w:r>
                            <w:t>Event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3716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E223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503.2pt;margin-top:103.7pt;width:554.4pt;height:25.2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" fillcolor="#003a5d" stroked="f" strokeweight=".5pt">
              <v:textbox inset="0,0,10.8pt,0">
                <w:txbxContent>
                  <w:p w14:paraId="274E2238" w14:textId="77777777" w:rsidR="00C124FC" w:rsidRDefault="00BB044F" w:rsidP="00EC1D52">
                    <w:pPr>
                      <w:pStyle w:val="EVENTinheader"/>
                      <w:ind w:left="-3150"/>
                    </w:pPr>
                    <w:r>
                      <w:t>Event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A" w14:textId="77777777" w:rsidR="00D44E7B" w:rsidRDefault="00D44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621659B2"/>
    <w:lvl w:ilvl="0" w:tplc="E928350C">
      <w:start w:val="1"/>
      <w:numFmt w:val="bullet"/>
      <w:pStyle w:val="EVENTBullets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A5D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13"/>
  </w:num>
  <w:num w:numId="5">
    <w:abstractNumId w:val="10"/>
  </w:num>
  <w:num w:numId="6">
    <w:abstractNumId w:val="14"/>
  </w:num>
  <w:num w:numId="7">
    <w:abstractNumId w:val="20"/>
  </w:num>
  <w:num w:numId="8">
    <w:abstractNumId w:val="11"/>
  </w:num>
  <w:num w:numId="9">
    <w:abstractNumId w:val="21"/>
  </w:num>
  <w:num w:numId="10">
    <w:abstractNumId w:val="19"/>
  </w:num>
  <w:num w:numId="11">
    <w:abstractNumId w:val="22"/>
  </w:num>
  <w:num w:numId="12">
    <w:abstractNumId w:val="17"/>
  </w:num>
  <w:num w:numId="13">
    <w:abstractNumId w:val="1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D8"/>
    <w:rsid w:val="00017B8E"/>
    <w:rsid w:val="00035E8E"/>
    <w:rsid w:val="000401E7"/>
    <w:rsid w:val="00042C1E"/>
    <w:rsid w:val="00081F1D"/>
    <w:rsid w:val="000918D9"/>
    <w:rsid w:val="00092946"/>
    <w:rsid w:val="000935E8"/>
    <w:rsid w:val="000D0D73"/>
    <w:rsid w:val="000D2A98"/>
    <w:rsid w:val="000D6839"/>
    <w:rsid w:val="00120D0D"/>
    <w:rsid w:val="001575CC"/>
    <w:rsid w:val="00183910"/>
    <w:rsid w:val="00184872"/>
    <w:rsid w:val="001D0E28"/>
    <w:rsid w:val="001E6E1A"/>
    <w:rsid w:val="002013ED"/>
    <w:rsid w:val="002075AC"/>
    <w:rsid w:val="00234043"/>
    <w:rsid w:val="0023684E"/>
    <w:rsid w:val="00241A8A"/>
    <w:rsid w:val="00255438"/>
    <w:rsid w:val="002673FF"/>
    <w:rsid w:val="00275CA9"/>
    <w:rsid w:val="00281E17"/>
    <w:rsid w:val="00282F67"/>
    <w:rsid w:val="002A0642"/>
    <w:rsid w:val="002B1EF1"/>
    <w:rsid w:val="002E1300"/>
    <w:rsid w:val="002E570E"/>
    <w:rsid w:val="002F6636"/>
    <w:rsid w:val="00320EBB"/>
    <w:rsid w:val="00352E6B"/>
    <w:rsid w:val="003741F1"/>
    <w:rsid w:val="00392256"/>
    <w:rsid w:val="003A22F6"/>
    <w:rsid w:val="003A2E3E"/>
    <w:rsid w:val="003D33DE"/>
    <w:rsid w:val="003D599B"/>
    <w:rsid w:val="00461A27"/>
    <w:rsid w:val="00471F82"/>
    <w:rsid w:val="004861D7"/>
    <w:rsid w:val="004A109D"/>
    <w:rsid w:val="004B4D3F"/>
    <w:rsid w:val="004C04B5"/>
    <w:rsid w:val="004C0ABD"/>
    <w:rsid w:val="004C7895"/>
    <w:rsid w:val="004F1EF6"/>
    <w:rsid w:val="004F3180"/>
    <w:rsid w:val="004F75A2"/>
    <w:rsid w:val="00503A83"/>
    <w:rsid w:val="00530EE4"/>
    <w:rsid w:val="005536FF"/>
    <w:rsid w:val="00555F25"/>
    <w:rsid w:val="0057496A"/>
    <w:rsid w:val="00584613"/>
    <w:rsid w:val="005A32D6"/>
    <w:rsid w:val="005B71F1"/>
    <w:rsid w:val="005B741A"/>
    <w:rsid w:val="005C0C16"/>
    <w:rsid w:val="005F2A62"/>
    <w:rsid w:val="005F6E18"/>
    <w:rsid w:val="005F73BD"/>
    <w:rsid w:val="0061586C"/>
    <w:rsid w:val="0062371E"/>
    <w:rsid w:val="00625EF4"/>
    <w:rsid w:val="006506CA"/>
    <w:rsid w:val="006625ED"/>
    <w:rsid w:val="00663BEC"/>
    <w:rsid w:val="006C1406"/>
    <w:rsid w:val="006E7D3C"/>
    <w:rsid w:val="00737D80"/>
    <w:rsid w:val="00747450"/>
    <w:rsid w:val="007625FF"/>
    <w:rsid w:val="0076660C"/>
    <w:rsid w:val="007740CB"/>
    <w:rsid w:val="007824E4"/>
    <w:rsid w:val="00782D48"/>
    <w:rsid w:val="007833F1"/>
    <w:rsid w:val="007D2738"/>
    <w:rsid w:val="007E2329"/>
    <w:rsid w:val="007F33ED"/>
    <w:rsid w:val="007F6C22"/>
    <w:rsid w:val="00822AB8"/>
    <w:rsid w:val="00842CFA"/>
    <w:rsid w:val="008514FA"/>
    <w:rsid w:val="00856B8E"/>
    <w:rsid w:val="00863DE1"/>
    <w:rsid w:val="008732D5"/>
    <w:rsid w:val="00887B66"/>
    <w:rsid w:val="008A10F8"/>
    <w:rsid w:val="008A699B"/>
    <w:rsid w:val="008F2234"/>
    <w:rsid w:val="00903B77"/>
    <w:rsid w:val="00924D17"/>
    <w:rsid w:val="00926DA2"/>
    <w:rsid w:val="00941BBA"/>
    <w:rsid w:val="00971CF5"/>
    <w:rsid w:val="00975E5A"/>
    <w:rsid w:val="00976418"/>
    <w:rsid w:val="00992EC0"/>
    <w:rsid w:val="009C09B5"/>
    <w:rsid w:val="009D20EB"/>
    <w:rsid w:val="009F2815"/>
    <w:rsid w:val="00A06686"/>
    <w:rsid w:val="00A10D08"/>
    <w:rsid w:val="00A14166"/>
    <w:rsid w:val="00A17570"/>
    <w:rsid w:val="00A21CFA"/>
    <w:rsid w:val="00A2379A"/>
    <w:rsid w:val="00A276C8"/>
    <w:rsid w:val="00A50598"/>
    <w:rsid w:val="00A615B7"/>
    <w:rsid w:val="00AA7F9A"/>
    <w:rsid w:val="00AE491D"/>
    <w:rsid w:val="00B02DB5"/>
    <w:rsid w:val="00B91C3E"/>
    <w:rsid w:val="00BB044F"/>
    <w:rsid w:val="00BF3EEB"/>
    <w:rsid w:val="00BF7525"/>
    <w:rsid w:val="00C0176D"/>
    <w:rsid w:val="00C04735"/>
    <w:rsid w:val="00C124FC"/>
    <w:rsid w:val="00C202B9"/>
    <w:rsid w:val="00C24B2B"/>
    <w:rsid w:val="00C26F40"/>
    <w:rsid w:val="00C34FCA"/>
    <w:rsid w:val="00C4441E"/>
    <w:rsid w:val="00CF3B2B"/>
    <w:rsid w:val="00D44E7B"/>
    <w:rsid w:val="00D52F52"/>
    <w:rsid w:val="00D763F1"/>
    <w:rsid w:val="00D94146"/>
    <w:rsid w:val="00D972ED"/>
    <w:rsid w:val="00D97E60"/>
    <w:rsid w:val="00D97FB6"/>
    <w:rsid w:val="00DE5E66"/>
    <w:rsid w:val="00DE6122"/>
    <w:rsid w:val="00E1169A"/>
    <w:rsid w:val="00E15FBB"/>
    <w:rsid w:val="00E637A6"/>
    <w:rsid w:val="00E705B9"/>
    <w:rsid w:val="00E7507D"/>
    <w:rsid w:val="00E8035A"/>
    <w:rsid w:val="00E8272F"/>
    <w:rsid w:val="00EA5CE4"/>
    <w:rsid w:val="00EB0A4E"/>
    <w:rsid w:val="00EB5520"/>
    <w:rsid w:val="00EC1D52"/>
    <w:rsid w:val="00EE0129"/>
    <w:rsid w:val="00F167CF"/>
    <w:rsid w:val="00F224E6"/>
    <w:rsid w:val="00F22AD8"/>
    <w:rsid w:val="00F45810"/>
    <w:rsid w:val="00F54BA2"/>
    <w:rsid w:val="00F553E3"/>
    <w:rsid w:val="00F67C92"/>
    <w:rsid w:val="00F86D26"/>
    <w:rsid w:val="00F95825"/>
    <w:rsid w:val="00F95EE1"/>
    <w:rsid w:val="00FA70E4"/>
    <w:rsid w:val="00FC7591"/>
    <w:rsid w:val="00FD2455"/>
    <w:rsid w:val="00FE7BFB"/>
    <w:rsid w:val="00FF5311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74E220F"/>
  <w15:docId w15:val="{0F52A144-843F-4CB1-8AED-2F8B1CD0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BB"/>
  </w:style>
  <w:style w:type="paragraph" w:styleId="Heading1">
    <w:name w:val="heading 1"/>
    <w:basedOn w:val="Normal"/>
    <w:next w:val="Normal"/>
    <w:link w:val="Heading1Char"/>
    <w:uiPriority w:val="9"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E4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F223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Gotham-Book" w:hAnsi="Gotham-Book" w:cs="Gotham-Book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3E3"/>
  </w:style>
  <w:style w:type="paragraph" w:customStyle="1" w:styleId="EVENTFooterAddressInfo">
    <w:name w:val="EVENT_Footer Address Info"/>
    <w:basedOn w:val="Normal"/>
    <w:qFormat/>
    <w:rsid w:val="00F167CF"/>
    <w:pPr>
      <w:jc w:val="center"/>
    </w:pPr>
    <w:rPr>
      <w:b/>
      <w:sz w:val="20"/>
    </w:rPr>
  </w:style>
  <w:style w:type="paragraph" w:customStyle="1" w:styleId="EVENTMainText">
    <w:name w:val="EVENT_Main Text"/>
    <w:basedOn w:val="Normal"/>
    <w:qFormat/>
    <w:rsid w:val="00CF3B2B"/>
    <w:pPr>
      <w:keepLines/>
      <w:tabs>
        <w:tab w:val="left" w:pos="5850"/>
      </w:tabs>
      <w:spacing w:before="240" w:after="120" w:line="360" w:lineRule="auto"/>
    </w:pPr>
    <w:rPr>
      <w:rFonts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EVENTSidebarheading">
    <w:name w:val="EVENT_Sidebar heading"/>
    <w:basedOn w:val="Normal"/>
    <w:qFormat/>
    <w:rsid w:val="00042C1E"/>
    <w:pPr>
      <w:spacing w:before="120" w:line="400" w:lineRule="exact"/>
      <w:jc w:val="center"/>
    </w:pPr>
    <w:rPr>
      <w:b/>
      <w:caps/>
      <w:color w:val="003A5D"/>
      <w:sz w:val="40"/>
    </w:rPr>
  </w:style>
  <w:style w:type="paragraph" w:customStyle="1" w:styleId="EVENTSidebarsubheading">
    <w:name w:val="EVENT_Sidebar subheading"/>
    <w:basedOn w:val="EVENTMainText"/>
    <w:next w:val="EVENTMainText"/>
    <w:qFormat/>
    <w:rsid w:val="00A21CFA"/>
    <w:pPr>
      <w:spacing w:before="360" w:line="280" w:lineRule="exact"/>
      <w:jc w:val="center"/>
    </w:pPr>
    <w:rPr>
      <w:b/>
      <w:color w:val="009877"/>
      <w:sz w:val="24"/>
      <w:szCs w:val="24"/>
    </w:rPr>
  </w:style>
  <w:style w:type="paragraph" w:customStyle="1" w:styleId="EVENTSpeaker">
    <w:name w:val="EVENT_Speaker"/>
    <w:basedOn w:val="Normal"/>
    <w:qFormat/>
    <w:rsid w:val="000401E7"/>
    <w:pPr>
      <w:spacing w:after="120"/>
      <w:jc w:val="center"/>
    </w:pPr>
    <w:rPr>
      <w:rFonts w:asciiTheme="majorHAnsi" w:hAnsiTheme="majorHAnsi" w:cs="Arial"/>
      <w:b/>
      <w:color w:val="003A5D"/>
      <w:sz w:val="28"/>
      <w:szCs w:val="20"/>
    </w:rPr>
  </w:style>
  <w:style w:type="paragraph" w:customStyle="1" w:styleId="EVENTDate">
    <w:name w:val="EVENT_Date"/>
    <w:basedOn w:val="Normal"/>
    <w:qFormat/>
    <w:rsid w:val="000401E7"/>
    <w:pPr>
      <w:keepLines/>
      <w:tabs>
        <w:tab w:val="left" w:pos="5850"/>
      </w:tabs>
      <w:spacing w:before="120" w:after="120"/>
      <w:jc w:val="center"/>
    </w:pPr>
    <w:rPr>
      <w:rFonts w:cs="Arial"/>
      <w:b/>
      <w:caps/>
      <w:color w:val="003A5D"/>
      <w:sz w:val="28"/>
      <w:szCs w:val="20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ENTinheader">
    <w:name w:val="EVENT in header"/>
    <w:basedOn w:val="Normal"/>
    <w:next w:val="Normal"/>
    <w:qFormat/>
    <w:rsid w:val="00C124FC"/>
    <w:pPr>
      <w:framePr w:wrap="around" w:vAnchor="text" w:hAnchor="text" w:xAlign="right" w:y="1"/>
      <w:contextualSpacing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FREE">
    <w:name w:val="FREE"/>
    <w:basedOn w:val="EVENTDate"/>
    <w:qFormat/>
    <w:rsid w:val="00A21CFA"/>
    <w:pPr>
      <w:spacing w:before="0" w:after="960"/>
    </w:pPr>
    <w:rPr>
      <w:color w:val="009877"/>
      <w:spacing w:val="2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EVENTBullets">
    <w:name w:val="EVENT_Bullets"/>
    <w:basedOn w:val="EVENTMainText"/>
    <w:qFormat/>
    <w:rsid w:val="00042C1E"/>
    <w:pPr>
      <w:numPr>
        <w:numId w:val="24"/>
      </w:numPr>
      <w:tabs>
        <w:tab w:val="clear" w:pos="5850"/>
      </w:tabs>
      <w:spacing w:before="0" w:after="60" w:line="240" w:lineRule="auto"/>
      <w:ind w:left="1008" w:hanging="288"/>
    </w:pPr>
  </w:style>
  <w:style w:type="paragraph" w:customStyle="1" w:styleId="EVENTTitle">
    <w:name w:val="EVENT_Title"/>
    <w:qFormat/>
    <w:rsid w:val="005B741A"/>
    <w:pPr>
      <w:spacing w:after="120"/>
      <w:jc w:val="center"/>
    </w:pPr>
    <w:rPr>
      <w:rFonts w:cs="Arial"/>
      <w:b/>
      <w:color w:val="003A5D"/>
      <w:sz w:val="32"/>
      <w:szCs w:val="20"/>
    </w:rPr>
  </w:style>
  <w:style w:type="paragraph" w:customStyle="1" w:styleId="EVENTDetails">
    <w:name w:val="EVENT_Details"/>
    <w:basedOn w:val="Normal"/>
    <w:qFormat/>
    <w:rsid w:val="00BB044F"/>
    <w:pPr>
      <w:keepLines/>
      <w:tabs>
        <w:tab w:val="left" w:pos="5850"/>
      </w:tabs>
      <w:spacing w:before="120" w:after="120"/>
      <w:contextualSpacing/>
      <w:jc w:val="center"/>
    </w:pPr>
    <w:rPr>
      <w:rFonts w:cs="Arial"/>
      <w:color w:val="003A5D"/>
      <w:sz w:val="22"/>
      <w:szCs w:val="20"/>
    </w:rPr>
  </w:style>
  <w:style w:type="paragraph" w:customStyle="1" w:styleId="EVENTSidebartext">
    <w:name w:val="EVENT_Sidebar text"/>
    <w:basedOn w:val="EVENTMainText"/>
    <w:qFormat/>
    <w:rsid w:val="00D97E60"/>
    <w:pPr>
      <w:spacing w:line="240" w:lineRule="auto"/>
      <w:ind w:left="144"/>
    </w:pPr>
    <w:rPr>
      <w:sz w:val="20"/>
    </w:rPr>
  </w:style>
  <w:style w:type="character" w:customStyle="1" w:styleId="EVENTYellowBullet">
    <w:name w:val="EVENT_Yellow Bullet"/>
    <w:basedOn w:val="DefaultParagraphFont"/>
    <w:uiPriority w:val="1"/>
    <w:qFormat/>
    <w:rsid w:val="00976418"/>
    <w:rPr>
      <w:color w:val="FDB525"/>
      <w:position w:val="0"/>
    </w:rPr>
  </w:style>
  <w:style w:type="paragraph" w:styleId="Header">
    <w:name w:val="header"/>
    <w:basedOn w:val="Normal"/>
    <w:link w:val="HeaderChar"/>
    <w:uiPriority w:val="99"/>
    <w:unhideWhenUsed/>
    <w:rsid w:val="00F22A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AD8"/>
  </w:style>
  <w:style w:type="character" w:styleId="Hyperlink">
    <w:name w:val="Hyperlink"/>
    <w:basedOn w:val="DefaultParagraphFont"/>
    <w:uiPriority w:val="99"/>
    <w:unhideWhenUsed/>
    <w:rsid w:val="005F73B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3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.r.zhavoronkov\Desktop\Word%20Templates%20-%20Boards\MassHire_EVENT_Berkshire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64ED1-66BA-427D-B33E-3C7E55611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574A7-E602-4661-AE1C-2C547D0B84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D04804-EB7D-468D-AD17-F6007C1CE7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52425-28E7-4D39-99BA-08334AA0DF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MassHire_EVENT_Berkshire_WIB.dotx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Pinkham, Laurie (EOL)</cp:lastModifiedBy>
  <cp:revision>2</cp:revision>
  <cp:lastPrinted>2018-05-15T00:31:00Z</cp:lastPrinted>
  <dcterms:created xsi:type="dcterms:W3CDTF">2022-05-05T17:03:00Z</dcterms:created>
  <dcterms:modified xsi:type="dcterms:W3CDTF">2022-05-05T17:03:00Z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3614500</vt:r8>
  </property>
</Properties>
</file>